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  <w:insideH w:val="single" w:sz="48" w:space="0" w:color="auto"/>
          <w:insideV w:val="single" w:sz="48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F3508" w:rsidRPr="008B59D4" w14:paraId="62060850" w14:textId="77777777" w:rsidTr="00FF3508">
        <w:trPr>
          <w:trHeight w:val="1134"/>
        </w:trPr>
        <w:tc>
          <w:tcPr>
            <w:tcW w:w="9062" w:type="dxa"/>
          </w:tcPr>
          <w:p w14:paraId="0E41AB13" w14:textId="4351E304" w:rsidR="00FF3508" w:rsidRDefault="00FF3508">
            <w:pPr>
              <w:rPr>
                <w:lang w:val="en-US"/>
              </w:rPr>
            </w:pPr>
            <w:r w:rsidRPr="00FF3508">
              <w:rPr>
                <w:lang w:val="en-US"/>
              </w:rPr>
              <w:t xml:space="preserve">20mm row height </w:t>
            </w:r>
            <w:proofErr w:type="spellStart"/>
            <w:r w:rsidRPr="00FF3508">
              <w:rPr>
                <w:lang w:val="en-US"/>
              </w:rPr>
              <w:t>atLeast</w:t>
            </w:r>
            <w:proofErr w:type="spellEnd"/>
            <w:r w:rsidRPr="00FF3508">
              <w:rPr>
                <w:lang w:val="en-US"/>
              </w:rPr>
              <w:t>, b</w:t>
            </w:r>
            <w:r>
              <w:rPr>
                <w:lang w:val="en-US"/>
              </w:rPr>
              <w:t xml:space="preserve">order 6pt == </w:t>
            </w:r>
            <w:r w:rsidRPr="00FF3508">
              <w:rPr>
                <w:lang w:val="en-US"/>
              </w:rPr>
              <w:t>2,11667</w:t>
            </w:r>
            <w:r>
              <w:rPr>
                <w:lang w:val="en-US"/>
              </w:rPr>
              <w:t xml:space="preserve"> mm == 12</w:t>
            </w:r>
            <w:r w:rsidR="006F01FB">
              <w:rPr>
                <w:lang w:val="en-US"/>
              </w:rPr>
              <w:t>0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twip</w:t>
            </w:r>
            <w:proofErr w:type="spellEnd"/>
          </w:p>
          <w:p w14:paraId="1710291D" w14:textId="7421D4A8" w:rsidR="00FF3508" w:rsidRPr="00FF3508" w:rsidRDefault="00FF3508" w:rsidP="000E2A5F">
            <w:pPr>
              <w:rPr>
                <w:lang w:val="en-US"/>
              </w:rPr>
            </w:pPr>
            <w:r>
              <w:rPr>
                <w:lang w:val="en-US"/>
              </w:rPr>
              <w:t xml:space="preserve">Results in 22,11667 mm row height </w:t>
            </w:r>
            <w:r w:rsidR="006F01FB">
              <w:rPr>
                <w:lang w:val="en-US"/>
              </w:rPr>
              <w:t>~</w:t>
            </w:r>
            <w:r>
              <w:rPr>
                <w:lang w:val="en-US"/>
              </w:rPr>
              <w:t xml:space="preserve"> 1253 </w:t>
            </w:r>
            <w:proofErr w:type="spellStart"/>
            <w:r>
              <w:rPr>
                <w:lang w:val="en-US"/>
              </w:rPr>
              <w:t>twip</w:t>
            </w:r>
            <w:proofErr w:type="spellEnd"/>
          </w:p>
        </w:tc>
      </w:tr>
      <w:tr w:rsidR="00FF3508" w:rsidRPr="008B59D4" w14:paraId="0735A33B" w14:textId="77777777" w:rsidTr="00FF3508">
        <w:trPr>
          <w:trHeight w:val="1134"/>
        </w:trPr>
        <w:tc>
          <w:tcPr>
            <w:tcW w:w="9062" w:type="dxa"/>
          </w:tcPr>
          <w:p w14:paraId="1C79C98B" w14:textId="77777777" w:rsidR="00FF3508" w:rsidRPr="00FF3508" w:rsidRDefault="00FF3508">
            <w:pPr>
              <w:rPr>
                <w:lang w:val="en-US"/>
              </w:rPr>
            </w:pPr>
          </w:p>
        </w:tc>
      </w:tr>
      <w:tr w:rsidR="008D1796" w:rsidRPr="008B59D4" w14:paraId="12D63753" w14:textId="77777777" w:rsidTr="00FF3508">
        <w:trPr>
          <w:trHeight w:val="1134"/>
        </w:trPr>
        <w:tc>
          <w:tcPr>
            <w:tcW w:w="9062" w:type="dxa"/>
          </w:tcPr>
          <w:p w14:paraId="074F9365" w14:textId="77777777" w:rsidR="008D1796" w:rsidRPr="00FF3508" w:rsidRDefault="008D1796">
            <w:pPr>
              <w:rPr>
                <w:lang w:val="en-US"/>
              </w:rPr>
            </w:pPr>
          </w:p>
        </w:tc>
      </w:tr>
      <w:tr w:rsidR="008D1796" w:rsidRPr="008B59D4" w14:paraId="015695A1" w14:textId="77777777" w:rsidTr="00FF3508">
        <w:trPr>
          <w:trHeight w:val="1134"/>
        </w:trPr>
        <w:tc>
          <w:tcPr>
            <w:tcW w:w="9062" w:type="dxa"/>
          </w:tcPr>
          <w:p w14:paraId="2BD40F2A" w14:textId="77777777" w:rsidR="008D1796" w:rsidRPr="00FF3508" w:rsidRDefault="008D1796">
            <w:pPr>
              <w:rPr>
                <w:lang w:val="en-US"/>
              </w:rPr>
            </w:pPr>
          </w:p>
        </w:tc>
      </w:tr>
      <w:tr w:rsidR="008D1796" w:rsidRPr="008B59D4" w14:paraId="1F7670F0" w14:textId="77777777" w:rsidTr="00FF3508">
        <w:trPr>
          <w:trHeight w:val="1134"/>
        </w:trPr>
        <w:tc>
          <w:tcPr>
            <w:tcW w:w="9062" w:type="dxa"/>
          </w:tcPr>
          <w:p w14:paraId="11AFC71D" w14:textId="77777777" w:rsidR="008D1796" w:rsidRPr="00FF3508" w:rsidRDefault="008D1796">
            <w:pPr>
              <w:rPr>
                <w:lang w:val="en-US"/>
              </w:rPr>
            </w:pPr>
          </w:p>
        </w:tc>
      </w:tr>
      <w:tr w:rsidR="008D1796" w:rsidRPr="008B59D4" w14:paraId="3814ACD1" w14:textId="77777777" w:rsidTr="00FF3508">
        <w:trPr>
          <w:trHeight w:val="1134"/>
        </w:trPr>
        <w:tc>
          <w:tcPr>
            <w:tcW w:w="9062" w:type="dxa"/>
          </w:tcPr>
          <w:p w14:paraId="6D643365" w14:textId="77777777" w:rsidR="008D1796" w:rsidRPr="00FF3508" w:rsidRDefault="008D1796">
            <w:pPr>
              <w:rPr>
                <w:lang w:val="en-US"/>
              </w:rPr>
            </w:pPr>
          </w:p>
        </w:tc>
      </w:tr>
      <w:tr w:rsidR="008D1796" w:rsidRPr="008B59D4" w14:paraId="343B80C3" w14:textId="77777777" w:rsidTr="00FF3508">
        <w:trPr>
          <w:trHeight w:val="1134"/>
        </w:trPr>
        <w:tc>
          <w:tcPr>
            <w:tcW w:w="9062" w:type="dxa"/>
          </w:tcPr>
          <w:p w14:paraId="2716E427" w14:textId="77777777" w:rsidR="008D1796" w:rsidRPr="00FF3508" w:rsidRDefault="008D1796">
            <w:pPr>
              <w:rPr>
                <w:lang w:val="en-US"/>
              </w:rPr>
            </w:pPr>
          </w:p>
        </w:tc>
      </w:tr>
      <w:tr w:rsidR="008D1796" w:rsidRPr="008B59D4" w14:paraId="00D07B73" w14:textId="77777777" w:rsidTr="00FF3508">
        <w:trPr>
          <w:trHeight w:val="1134"/>
        </w:trPr>
        <w:tc>
          <w:tcPr>
            <w:tcW w:w="9062" w:type="dxa"/>
          </w:tcPr>
          <w:p w14:paraId="28BD4A19" w14:textId="77777777" w:rsidR="008D1796" w:rsidRPr="00FF3508" w:rsidRDefault="008D1796">
            <w:pPr>
              <w:rPr>
                <w:lang w:val="en-US"/>
              </w:rPr>
            </w:pPr>
          </w:p>
        </w:tc>
      </w:tr>
      <w:tr w:rsidR="008D1796" w:rsidRPr="008B59D4" w14:paraId="31E23F18" w14:textId="77777777" w:rsidTr="00FF3508">
        <w:trPr>
          <w:trHeight w:val="1134"/>
        </w:trPr>
        <w:tc>
          <w:tcPr>
            <w:tcW w:w="9062" w:type="dxa"/>
          </w:tcPr>
          <w:p w14:paraId="3A463168" w14:textId="77777777" w:rsidR="008D1796" w:rsidRPr="00FF3508" w:rsidRDefault="008D1796">
            <w:pPr>
              <w:rPr>
                <w:lang w:val="en-US"/>
              </w:rPr>
            </w:pPr>
          </w:p>
        </w:tc>
      </w:tr>
      <w:tr w:rsidR="008D1796" w:rsidRPr="008B59D4" w14:paraId="66D7F965" w14:textId="77777777" w:rsidTr="00FF3508">
        <w:trPr>
          <w:trHeight w:val="1134"/>
        </w:trPr>
        <w:tc>
          <w:tcPr>
            <w:tcW w:w="9062" w:type="dxa"/>
          </w:tcPr>
          <w:p w14:paraId="13EC2F1C" w14:textId="77777777" w:rsidR="008D1796" w:rsidRPr="00FF3508" w:rsidRDefault="008D1796">
            <w:pPr>
              <w:rPr>
                <w:lang w:val="en-US"/>
              </w:rPr>
            </w:pPr>
          </w:p>
        </w:tc>
      </w:tr>
      <w:tr w:rsidR="008D1796" w:rsidRPr="008B59D4" w14:paraId="6C73E8DE" w14:textId="77777777" w:rsidTr="00FF3508">
        <w:trPr>
          <w:trHeight w:val="1134"/>
        </w:trPr>
        <w:tc>
          <w:tcPr>
            <w:tcW w:w="9062" w:type="dxa"/>
          </w:tcPr>
          <w:p w14:paraId="1893781E" w14:textId="77777777" w:rsidR="008D1796" w:rsidRPr="00FF3508" w:rsidRDefault="008D1796">
            <w:pPr>
              <w:rPr>
                <w:lang w:val="en-US"/>
              </w:rPr>
            </w:pPr>
          </w:p>
        </w:tc>
      </w:tr>
    </w:tbl>
    <w:p w14:paraId="10FEE282" w14:textId="77777777" w:rsidR="00082934" w:rsidRPr="00FF3508" w:rsidRDefault="00082934">
      <w:pPr>
        <w:rPr>
          <w:lang w:val="en-US"/>
        </w:rPr>
      </w:pPr>
    </w:p>
    <w:sectPr w:rsidR="00082934" w:rsidRPr="00FF35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508"/>
    <w:rsid w:val="00082934"/>
    <w:rsid w:val="000A782C"/>
    <w:rsid w:val="000E2A5F"/>
    <w:rsid w:val="001020C1"/>
    <w:rsid w:val="006F01FB"/>
    <w:rsid w:val="00840A5B"/>
    <w:rsid w:val="008B59D4"/>
    <w:rsid w:val="008D1796"/>
    <w:rsid w:val="00C26182"/>
    <w:rsid w:val="00EE4989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1FD4"/>
  <w15:chartTrackingRefBased/>
  <w15:docId w15:val="{5B3D4C6B-9589-451F-9608-A2E648FE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ans" w:eastAsiaTheme="minorEastAsia" w:hAnsi="Liberation Sans" w:cstheme="minorBidi"/>
        <w:kern w:val="2"/>
        <w:sz w:val="24"/>
        <w:szCs w:val="24"/>
        <w:lang w:val="de-DE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2A5F"/>
  </w:style>
  <w:style w:type="paragraph" w:styleId="berschrift1">
    <w:name w:val="heading 1"/>
    <w:basedOn w:val="Standard"/>
    <w:next w:val="Standard"/>
    <w:link w:val="berschrift1Zchn"/>
    <w:uiPriority w:val="9"/>
    <w:qFormat/>
    <w:rsid w:val="00FF35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35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F35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F35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F35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F35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F35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F35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F35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35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F35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F35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F350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F350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F350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F350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F350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F350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F35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35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35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35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F35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F350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F350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F350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F35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F350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F3508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FF3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0</TotalTime>
  <Pages>1</Pages>
  <Words>17</Words>
  <Characters>113</Characters>
  <Application>Microsoft Office Word</Application>
  <DocSecurity>0</DocSecurity>
  <Lines>1</Lines>
  <Paragraphs>1</Paragraphs>
  <ScaleCrop>false</ScaleCrop>
  <Company>CIB Group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Specht</dc:creator>
  <cp:keywords/>
  <dc:description/>
  <cp:lastModifiedBy>Oliver Specht</cp:lastModifiedBy>
  <cp:revision>5</cp:revision>
  <dcterms:created xsi:type="dcterms:W3CDTF">2024-06-27T07:28:00Z</dcterms:created>
  <dcterms:modified xsi:type="dcterms:W3CDTF">2024-06-27T13:14:00Z</dcterms:modified>
</cp:coreProperties>
</file>